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11" w:rsidRDefault="00010E11" w:rsidP="00B221BB">
      <w:pPr>
        <w:pStyle w:val="6TITULOCARACTSANCAL"/>
      </w:pPr>
      <w:r w:rsidRPr="00010E11">
        <w:t>CARACTERISTICAS TECNICAS</w:t>
      </w:r>
    </w:p>
    <w:p w:rsidR="00010E11" w:rsidRPr="00010E11" w:rsidRDefault="00010E11" w:rsidP="007E4A93">
      <w:pPr>
        <w:pStyle w:val="7TELA"/>
        <w:rPr>
          <w:rFonts w:ascii="Myriad Pro" w:hAnsi="Myriad Pro" w:cs="Myriad Pro"/>
        </w:rPr>
      </w:pPr>
      <w:r w:rsidRPr="00010E11">
        <w:t>TELA Y PIEL</w:t>
      </w:r>
    </w:p>
    <w:p w:rsidR="00E76688" w:rsidRPr="00E76688" w:rsidRDefault="00E76688" w:rsidP="00303A5A">
      <w:pPr>
        <w:pStyle w:val="8ParrafoCaracttec"/>
      </w:pPr>
      <w:r w:rsidRPr="00E76688">
        <w:t xml:space="preserve">Funda textil y piel: totalmente </w:t>
      </w:r>
      <w:proofErr w:type="spellStart"/>
      <w:r w:rsidRPr="00E76688">
        <w:t>desenfundable</w:t>
      </w:r>
      <w:proofErr w:type="spellEnd"/>
      <w:r w:rsidRPr="00E76688">
        <w:t xml:space="preserve">. </w:t>
      </w:r>
    </w:p>
    <w:p w:rsidR="00E76688" w:rsidRPr="00E76688" w:rsidRDefault="00E76688" w:rsidP="00303A5A">
      <w:pPr>
        <w:pStyle w:val="8ParrafoCaracttec"/>
      </w:pPr>
      <w:r w:rsidRPr="00E76688">
        <w:t>Estructura interna: tubo de acero F1 pintado epoxi ne</w:t>
      </w:r>
      <w:r w:rsidRPr="00E76688">
        <w:softHyphen/>
        <w:t>gro con muelle metálico.</w:t>
      </w:r>
    </w:p>
    <w:p w:rsidR="00E76688" w:rsidRPr="00E76688" w:rsidRDefault="00E76688" w:rsidP="00303A5A">
      <w:pPr>
        <w:pStyle w:val="8ParrafoCaracttec"/>
      </w:pPr>
      <w:r w:rsidRPr="00E76688">
        <w:t xml:space="preserve">Almohada de asiento: estructura interna de madera y espuma de densidad diferenciada (SD 40kg, CMHR 30kg y </w:t>
      </w:r>
      <w:proofErr w:type="spellStart"/>
      <w:r w:rsidRPr="00E76688">
        <w:t>viscoelástica</w:t>
      </w:r>
      <w:proofErr w:type="spellEnd"/>
      <w:r w:rsidRPr="00E76688">
        <w:t xml:space="preserve"> suave), recubierta con funda de </w:t>
      </w:r>
      <w:proofErr w:type="spellStart"/>
      <w:r w:rsidRPr="00E76688">
        <w:t>velour</w:t>
      </w:r>
      <w:proofErr w:type="spellEnd"/>
      <w:r w:rsidRPr="00E76688">
        <w:t xml:space="preserve"> con fibra. </w:t>
      </w:r>
    </w:p>
    <w:p w:rsidR="00E76688" w:rsidRPr="00E76688" w:rsidRDefault="00E76688" w:rsidP="00303A5A">
      <w:pPr>
        <w:pStyle w:val="8ParrafoCaracttec"/>
      </w:pPr>
      <w:r w:rsidRPr="00E76688">
        <w:t xml:space="preserve">Almohada de respaldo, brazo alto y brazo ángulo: estructura </w:t>
      </w:r>
      <w:r w:rsidR="00921472">
        <w:t>interna de madera y</w:t>
      </w:r>
      <w:r w:rsidRPr="00E76688">
        <w:t xml:space="preserve"> tablero de </w:t>
      </w:r>
      <w:r w:rsidR="00921472">
        <w:t>MDF</w:t>
      </w:r>
      <w:r w:rsidRPr="00E76688">
        <w:t xml:space="preserve">, con interior de espuma de densidad diferenciada y almohada de </w:t>
      </w:r>
      <w:proofErr w:type="spellStart"/>
      <w:r w:rsidRPr="00E76688">
        <w:t>FiberDream</w:t>
      </w:r>
      <w:proofErr w:type="spellEnd"/>
      <w:r w:rsidRPr="00E76688">
        <w:t xml:space="preserve"> (microfibra tacto pluma). Todo ello recubierto con funda de </w:t>
      </w:r>
      <w:proofErr w:type="spellStart"/>
      <w:r w:rsidRPr="00E76688">
        <w:t>velour</w:t>
      </w:r>
      <w:proofErr w:type="spellEnd"/>
      <w:r w:rsidRPr="00E76688">
        <w:t xml:space="preserve"> con fibra.</w:t>
      </w:r>
    </w:p>
    <w:p w:rsidR="00E76688" w:rsidRPr="00E76688" w:rsidRDefault="00E76688" w:rsidP="00303A5A">
      <w:pPr>
        <w:pStyle w:val="8ParrafoCaracttec"/>
      </w:pPr>
      <w:r w:rsidRPr="00E76688">
        <w:t xml:space="preserve">Almohada de brazo largo y corto: estructura interna </w:t>
      </w:r>
      <w:r w:rsidR="00921472">
        <w:t xml:space="preserve">de madera y </w:t>
      </w:r>
      <w:r w:rsidRPr="00E76688">
        <w:t xml:space="preserve">tablero compuesto de fibra de madera y partículas de aglomerado, con interior de espuma de densidad diferenciada, y recubierto con funda de </w:t>
      </w:r>
      <w:proofErr w:type="spellStart"/>
      <w:r w:rsidRPr="00E76688">
        <w:t>velour</w:t>
      </w:r>
      <w:proofErr w:type="spellEnd"/>
      <w:r w:rsidRPr="00E76688">
        <w:t xml:space="preserve"> con fibra.</w:t>
      </w:r>
    </w:p>
    <w:p w:rsidR="00E76688" w:rsidRPr="00E76688" w:rsidRDefault="00E76688" w:rsidP="00303A5A">
      <w:pPr>
        <w:pStyle w:val="8ParrafoCaracttec"/>
      </w:pPr>
      <w:r w:rsidRPr="00E76688">
        <w:t>Patas: varilla maciza de acero F1 acabado con baño electrolítico de cobre o grafito con taco deslizante quita-ruidos.</w:t>
      </w:r>
    </w:p>
    <w:p w:rsidR="00303A5A" w:rsidRDefault="00E76688" w:rsidP="00303A5A">
      <w:pPr>
        <w:pStyle w:val="8ParrafoCaracttec"/>
      </w:pPr>
      <w:r w:rsidRPr="00E76688">
        <w:t xml:space="preserve">Cojines de decoración: funda de algodón rellena </w:t>
      </w:r>
      <w:proofErr w:type="spellStart"/>
      <w:r w:rsidRPr="00E76688">
        <w:t>Fiber</w:t>
      </w:r>
      <w:r w:rsidRPr="00E76688">
        <w:softHyphen/>
        <w:t>Dream</w:t>
      </w:r>
      <w:proofErr w:type="spellEnd"/>
      <w:r w:rsidRPr="00E76688">
        <w:t xml:space="preserve"> (microfibra tacto pluma). </w:t>
      </w:r>
    </w:p>
    <w:p w:rsidR="006C1F43" w:rsidRPr="004B5667" w:rsidRDefault="00F9444A" w:rsidP="00303A5A">
      <w:pPr>
        <w:pStyle w:val="6TITULOCARACTSANCAL"/>
      </w:pPr>
      <w:r>
        <w:rPr>
          <w:sz w:val="20"/>
          <w:szCs w:val="20"/>
        </w:rPr>
        <w:br w:type="page"/>
      </w:r>
      <w:r w:rsidR="00270124" w:rsidRPr="004B5667">
        <w:lastRenderedPageBreak/>
        <w:t>TECHNICAL CHARACTERISTICS</w:t>
      </w:r>
    </w:p>
    <w:p w:rsidR="00270124" w:rsidRPr="00270124" w:rsidRDefault="00270124" w:rsidP="008667AF">
      <w:pPr>
        <w:pStyle w:val="7TELA"/>
        <w:rPr>
          <w:rFonts w:ascii="Myriad Pro" w:hAnsi="Myriad Pro" w:cs="Myriad Pro"/>
        </w:rPr>
      </w:pPr>
      <w:r w:rsidRPr="00270124">
        <w:t>FABRIC AND LEATHER</w:t>
      </w:r>
    </w:p>
    <w:p w:rsidR="00E76688" w:rsidRPr="00303A5A" w:rsidRDefault="00E76688" w:rsidP="00303A5A">
      <w:pPr>
        <w:pStyle w:val="8ParrafoCaracttec"/>
      </w:pPr>
      <w:proofErr w:type="spellStart"/>
      <w:r w:rsidRPr="00303A5A">
        <w:t>Totally</w:t>
      </w:r>
      <w:proofErr w:type="spellEnd"/>
      <w:r w:rsidRPr="00303A5A">
        <w:t xml:space="preserve"> </w:t>
      </w:r>
      <w:proofErr w:type="spellStart"/>
      <w:r w:rsidRPr="00303A5A">
        <w:t>removable</w:t>
      </w:r>
      <w:proofErr w:type="spellEnd"/>
      <w:r w:rsidRPr="00303A5A">
        <w:t xml:space="preserve"> </w:t>
      </w:r>
      <w:proofErr w:type="spellStart"/>
      <w:r w:rsidRPr="00303A5A">
        <w:t>cover</w:t>
      </w:r>
      <w:proofErr w:type="spellEnd"/>
      <w:r w:rsidRPr="00303A5A">
        <w:t xml:space="preserve"> </w:t>
      </w:r>
      <w:proofErr w:type="spellStart"/>
      <w:r w:rsidRPr="00303A5A">
        <w:t>for</w:t>
      </w:r>
      <w:proofErr w:type="spellEnd"/>
      <w:r w:rsidRPr="00303A5A">
        <w:t xml:space="preserve"> </w:t>
      </w:r>
      <w:proofErr w:type="spellStart"/>
      <w:r w:rsidRPr="00303A5A">
        <w:t>both</w:t>
      </w:r>
      <w:proofErr w:type="spellEnd"/>
      <w:r w:rsidRPr="00303A5A">
        <w:t xml:space="preserve"> </w:t>
      </w:r>
      <w:proofErr w:type="spellStart"/>
      <w:r w:rsidRPr="00303A5A">
        <w:t>fabric</w:t>
      </w:r>
      <w:proofErr w:type="spellEnd"/>
      <w:r w:rsidRPr="00303A5A">
        <w:t xml:space="preserve"> and </w:t>
      </w:r>
      <w:proofErr w:type="spellStart"/>
      <w:r w:rsidRPr="00303A5A">
        <w:t>leather</w:t>
      </w:r>
      <w:proofErr w:type="spellEnd"/>
      <w:r w:rsidRPr="00303A5A">
        <w:t xml:space="preserve">. </w:t>
      </w:r>
    </w:p>
    <w:p w:rsidR="00E76688" w:rsidRPr="00303A5A" w:rsidRDefault="00E76688" w:rsidP="00303A5A">
      <w:pPr>
        <w:pStyle w:val="8ParrafoCaracttec"/>
      </w:pPr>
      <w:proofErr w:type="spellStart"/>
      <w:r w:rsidRPr="00303A5A">
        <w:t>Structure</w:t>
      </w:r>
      <w:proofErr w:type="spellEnd"/>
      <w:r w:rsidRPr="00303A5A">
        <w:t xml:space="preserve">: F1 </w:t>
      </w:r>
      <w:proofErr w:type="spellStart"/>
      <w:r w:rsidRPr="00303A5A">
        <w:t>black</w:t>
      </w:r>
      <w:proofErr w:type="spellEnd"/>
      <w:r w:rsidRPr="00303A5A">
        <w:t xml:space="preserve"> </w:t>
      </w:r>
      <w:proofErr w:type="spellStart"/>
      <w:r w:rsidRPr="00303A5A">
        <w:t>epoxy</w:t>
      </w:r>
      <w:proofErr w:type="spellEnd"/>
      <w:r w:rsidRPr="00303A5A">
        <w:t xml:space="preserve"> </w:t>
      </w:r>
      <w:proofErr w:type="spellStart"/>
      <w:r w:rsidRPr="00303A5A">
        <w:t>coated</w:t>
      </w:r>
      <w:proofErr w:type="spellEnd"/>
      <w:r w:rsidRPr="00303A5A">
        <w:t xml:space="preserve"> </w:t>
      </w:r>
      <w:proofErr w:type="spellStart"/>
      <w:r w:rsidRPr="00303A5A">
        <w:t>steel</w:t>
      </w:r>
      <w:proofErr w:type="spellEnd"/>
      <w:r w:rsidRPr="00303A5A">
        <w:t xml:space="preserve"> </w:t>
      </w:r>
      <w:proofErr w:type="spellStart"/>
      <w:r w:rsidRPr="00303A5A">
        <w:t>tube</w:t>
      </w:r>
      <w:proofErr w:type="spellEnd"/>
      <w:r w:rsidRPr="00303A5A">
        <w:t xml:space="preserve"> </w:t>
      </w:r>
      <w:proofErr w:type="spellStart"/>
      <w:r w:rsidRPr="00303A5A">
        <w:t>with</w:t>
      </w:r>
      <w:proofErr w:type="spellEnd"/>
      <w:r w:rsidRPr="00303A5A">
        <w:t xml:space="preserve"> metal </w:t>
      </w:r>
      <w:proofErr w:type="spellStart"/>
      <w:r w:rsidRPr="00303A5A">
        <w:t>springs</w:t>
      </w:r>
      <w:proofErr w:type="spellEnd"/>
      <w:r w:rsidRPr="00303A5A">
        <w:t>.</w:t>
      </w:r>
    </w:p>
    <w:p w:rsidR="00E76688" w:rsidRPr="00303A5A" w:rsidRDefault="00E76688" w:rsidP="00303A5A">
      <w:pPr>
        <w:pStyle w:val="8ParrafoCaracttec"/>
      </w:pPr>
      <w:proofErr w:type="spellStart"/>
      <w:r w:rsidRPr="00303A5A">
        <w:t>Seat</w:t>
      </w:r>
      <w:proofErr w:type="spellEnd"/>
      <w:r w:rsidRPr="00303A5A">
        <w:t xml:space="preserve"> </w:t>
      </w:r>
      <w:proofErr w:type="spellStart"/>
      <w:r w:rsidRPr="00303A5A">
        <w:t>cushion</w:t>
      </w:r>
      <w:proofErr w:type="spellEnd"/>
      <w:r w:rsidRPr="00303A5A">
        <w:t xml:space="preserve">: </w:t>
      </w:r>
      <w:proofErr w:type="spellStart"/>
      <w:r w:rsidRPr="00303A5A">
        <w:t>wooden</w:t>
      </w:r>
      <w:proofErr w:type="spellEnd"/>
      <w:r w:rsidRPr="00303A5A">
        <w:t xml:space="preserve"> </w:t>
      </w:r>
      <w:proofErr w:type="spellStart"/>
      <w:r w:rsidRPr="00303A5A">
        <w:t>structure</w:t>
      </w:r>
      <w:proofErr w:type="spellEnd"/>
      <w:r w:rsidRPr="00303A5A">
        <w:t xml:space="preserve"> </w:t>
      </w:r>
      <w:proofErr w:type="spellStart"/>
      <w:r w:rsidRPr="00303A5A">
        <w:t>fitted</w:t>
      </w:r>
      <w:proofErr w:type="spellEnd"/>
      <w:r w:rsidRPr="00303A5A">
        <w:t xml:space="preserve"> </w:t>
      </w:r>
      <w:proofErr w:type="spellStart"/>
      <w:r w:rsidRPr="00303A5A">
        <w:t>with</w:t>
      </w:r>
      <w:proofErr w:type="spellEnd"/>
      <w:r w:rsidRPr="00303A5A">
        <w:t xml:space="preserve"> CMSD 40Kg, CMHR 30Kg and </w:t>
      </w:r>
      <w:proofErr w:type="spellStart"/>
      <w:r w:rsidRPr="00303A5A">
        <w:t>Soft</w:t>
      </w:r>
      <w:proofErr w:type="spellEnd"/>
      <w:r w:rsidRPr="00303A5A">
        <w:t xml:space="preserve"> </w:t>
      </w:r>
      <w:proofErr w:type="spellStart"/>
      <w:r w:rsidRPr="00303A5A">
        <w:t>Memory</w:t>
      </w:r>
      <w:proofErr w:type="spellEnd"/>
      <w:r w:rsidRPr="00303A5A">
        <w:t xml:space="preserve"> </w:t>
      </w:r>
      <w:proofErr w:type="spellStart"/>
      <w:r w:rsidRPr="00303A5A">
        <w:t>Foam</w:t>
      </w:r>
      <w:proofErr w:type="spellEnd"/>
      <w:r w:rsidRPr="00303A5A">
        <w:t xml:space="preserve"> </w:t>
      </w:r>
      <w:proofErr w:type="spellStart"/>
      <w:r w:rsidRPr="00303A5A">
        <w:t>covered</w:t>
      </w:r>
      <w:proofErr w:type="spellEnd"/>
      <w:r w:rsidRPr="00303A5A">
        <w:t xml:space="preserve"> in </w:t>
      </w:r>
      <w:proofErr w:type="spellStart"/>
      <w:r w:rsidRPr="00303A5A">
        <w:t>fibre</w:t>
      </w:r>
      <w:proofErr w:type="spellEnd"/>
      <w:r w:rsidRPr="00303A5A">
        <w:t xml:space="preserve">. </w:t>
      </w:r>
    </w:p>
    <w:p w:rsidR="00E76688" w:rsidRPr="00303A5A" w:rsidRDefault="00E76688" w:rsidP="00303A5A">
      <w:pPr>
        <w:pStyle w:val="8ParrafoCaracttec"/>
      </w:pPr>
      <w:r w:rsidRPr="00303A5A">
        <w:t xml:space="preserve">Back </w:t>
      </w:r>
      <w:proofErr w:type="spellStart"/>
      <w:r w:rsidRPr="00303A5A">
        <w:t>cushion</w:t>
      </w:r>
      <w:proofErr w:type="spellEnd"/>
      <w:r w:rsidRPr="00303A5A">
        <w:t xml:space="preserve">, </w:t>
      </w:r>
      <w:proofErr w:type="spellStart"/>
      <w:r w:rsidRPr="00303A5A">
        <w:t>high</w:t>
      </w:r>
      <w:proofErr w:type="spellEnd"/>
      <w:r w:rsidRPr="00303A5A">
        <w:t xml:space="preserve"> </w:t>
      </w:r>
      <w:proofErr w:type="spellStart"/>
      <w:r w:rsidRPr="00303A5A">
        <w:t>arm</w:t>
      </w:r>
      <w:proofErr w:type="spellEnd"/>
      <w:r w:rsidRPr="00303A5A">
        <w:t xml:space="preserve"> and </w:t>
      </w:r>
      <w:proofErr w:type="spellStart"/>
      <w:r w:rsidRPr="00303A5A">
        <w:t>corner</w:t>
      </w:r>
      <w:proofErr w:type="spellEnd"/>
      <w:r w:rsidRPr="00303A5A">
        <w:t xml:space="preserve"> </w:t>
      </w:r>
      <w:proofErr w:type="spellStart"/>
      <w:r w:rsidRPr="00303A5A">
        <w:t>arm</w:t>
      </w:r>
      <w:proofErr w:type="spellEnd"/>
      <w:r w:rsidRPr="00303A5A">
        <w:t>:</w:t>
      </w:r>
      <w:r w:rsidR="00921472">
        <w:t xml:space="preserve"> </w:t>
      </w:r>
      <w:proofErr w:type="spellStart"/>
      <w:r w:rsidR="00921472">
        <w:t>wooden</w:t>
      </w:r>
      <w:proofErr w:type="spellEnd"/>
      <w:r w:rsidR="00921472">
        <w:t xml:space="preserve"> </w:t>
      </w:r>
      <w:proofErr w:type="spellStart"/>
      <w:r w:rsidR="00921472">
        <w:t>structure</w:t>
      </w:r>
      <w:proofErr w:type="spellEnd"/>
      <w:r w:rsidR="00921472">
        <w:t xml:space="preserve"> </w:t>
      </w:r>
      <w:proofErr w:type="spellStart"/>
      <w:r w:rsidR="00921472">
        <w:t>with</w:t>
      </w:r>
      <w:proofErr w:type="spellEnd"/>
      <w:r w:rsidR="00921472">
        <w:t xml:space="preserve"> MDF </w:t>
      </w:r>
      <w:proofErr w:type="spellStart"/>
      <w:r w:rsidRPr="00303A5A">
        <w:t>board</w:t>
      </w:r>
      <w:proofErr w:type="spellEnd"/>
      <w:r w:rsidRPr="00303A5A">
        <w:t xml:space="preserve"> </w:t>
      </w:r>
      <w:proofErr w:type="spellStart"/>
      <w:r w:rsidRPr="00303A5A">
        <w:t>fitted</w:t>
      </w:r>
      <w:proofErr w:type="spellEnd"/>
      <w:r w:rsidRPr="00303A5A">
        <w:t xml:space="preserve"> </w:t>
      </w:r>
      <w:proofErr w:type="spellStart"/>
      <w:r w:rsidRPr="00303A5A">
        <w:t>with</w:t>
      </w:r>
      <w:proofErr w:type="spellEnd"/>
      <w:r w:rsidRPr="00303A5A">
        <w:t xml:space="preserve"> </w:t>
      </w:r>
      <w:proofErr w:type="spellStart"/>
      <w:r w:rsidRPr="00303A5A">
        <w:t>foam</w:t>
      </w:r>
      <w:proofErr w:type="spellEnd"/>
      <w:r w:rsidRPr="00303A5A">
        <w:t xml:space="preserve"> and </w:t>
      </w:r>
      <w:proofErr w:type="spellStart"/>
      <w:r w:rsidRPr="00303A5A">
        <w:t>FiberDream</w:t>
      </w:r>
      <w:proofErr w:type="spellEnd"/>
      <w:r w:rsidRPr="00303A5A">
        <w:t xml:space="preserve"> (</w:t>
      </w:r>
      <w:proofErr w:type="spellStart"/>
      <w:r w:rsidRPr="00303A5A">
        <w:t>down-like</w:t>
      </w:r>
      <w:proofErr w:type="spellEnd"/>
      <w:r w:rsidRPr="00303A5A">
        <w:t xml:space="preserve"> </w:t>
      </w:r>
      <w:proofErr w:type="spellStart"/>
      <w:r w:rsidRPr="00303A5A">
        <w:t>microfibre</w:t>
      </w:r>
      <w:proofErr w:type="spellEnd"/>
      <w:r w:rsidRPr="00303A5A">
        <w:t xml:space="preserve">) </w:t>
      </w:r>
      <w:proofErr w:type="spellStart"/>
      <w:r w:rsidRPr="00303A5A">
        <w:t>covered</w:t>
      </w:r>
      <w:proofErr w:type="spellEnd"/>
      <w:r w:rsidRPr="00303A5A">
        <w:t xml:space="preserve"> </w:t>
      </w:r>
      <w:proofErr w:type="spellStart"/>
      <w:r w:rsidRPr="00303A5A">
        <w:t>with</w:t>
      </w:r>
      <w:proofErr w:type="spellEnd"/>
      <w:r w:rsidRPr="00303A5A">
        <w:t xml:space="preserve"> </w:t>
      </w:r>
      <w:proofErr w:type="spellStart"/>
      <w:r w:rsidRPr="00303A5A">
        <w:t>fibre</w:t>
      </w:r>
      <w:proofErr w:type="spellEnd"/>
      <w:r w:rsidRPr="00303A5A">
        <w:t>.</w:t>
      </w:r>
    </w:p>
    <w:p w:rsidR="00E76688" w:rsidRPr="00303A5A" w:rsidRDefault="00E76688" w:rsidP="00303A5A">
      <w:pPr>
        <w:pStyle w:val="8ParrafoCaracttec"/>
      </w:pPr>
      <w:r w:rsidRPr="00303A5A">
        <w:t xml:space="preserve">Long and short </w:t>
      </w:r>
      <w:proofErr w:type="spellStart"/>
      <w:r w:rsidRPr="00303A5A">
        <w:t>arm</w:t>
      </w:r>
      <w:proofErr w:type="spellEnd"/>
      <w:r w:rsidRPr="00303A5A">
        <w:t xml:space="preserve">: </w:t>
      </w:r>
      <w:proofErr w:type="spellStart"/>
      <w:r w:rsidR="00921472">
        <w:t>wooden</w:t>
      </w:r>
      <w:proofErr w:type="spellEnd"/>
      <w:r w:rsidR="00921472">
        <w:t xml:space="preserve"> </w:t>
      </w:r>
      <w:proofErr w:type="spellStart"/>
      <w:r w:rsidR="00921472">
        <w:t>structure</w:t>
      </w:r>
      <w:proofErr w:type="spellEnd"/>
      <w:r w:rsidR="00921472">
        <w:t xml:space="preserve"> </w:t>
      </w:r>
      <w:proofErr w:type="spellStart"/>
      <w:r w:rsidR="00921472">
        <w:t>with</w:t>
      </w:r>
      <w:proofErr w:type="spellEnd"/>
      <w:r w:rsidR="00921472">
        <w:t xml:space="preserve"> </w:t>
      </w:r>
      <w:proofErr w:type="spellStart"/>
      <w:r w:rsidRPr="00303A5A">
        <w:t>fibre</w:t>
      </w:r>
      <w:proofErr w:type="spellEnd"/>
      <w:r w:rsidRPr="00303A5A">
        <w:t xml:space="preserve"> </w:t>
      </w:r>
      <w:proofErr w:type="spellStart"/>
      <w:r w:rsidRPr="00303A5A">
        <w:t>board</w:t>
      </w:r>
      <w:proofErr w:type="spellEnd"/>
      <w:r w:rsidRPr="00303A5A">
        <w:t xml:space="preserve"> </w:t>
      </w:r>
      <w:proofErr w:type="spellStart"/>
      <w:r w:rsidRPr="00303A5A">
        <w:t>fitted</w:t>
      </w:r>
      <w:proofErr w:type="spellEnd"/>
      <w:r w:rsidRPr="00303A5A">
        <w:t xml:space="preserve"> </w:t>
      </w:r>
      <w:proofErr w:type="spellStart"/>
      <w:r w:rsidRPr="00303A5A">
        <w:t>with</w:t>
      </w:r>
      <w:proofErr w:type="spellEnd"/>
      <w:r w:rsidRPr="00303A5A">
        <w:t xml:space="preserve"> </w:t>
      </w:r>
      <w:proofErr w:type="spellStart"/>
      <w:r w:rsidRPr="00303A5A">
        <w:t>foam</w:t>
      </w:r>
      <w:proofErr w:type="spellEnd"/>
      <w:r w:rsidRPr="00303A5A">
        <w:t xml:space="preserve"> and </w:t>
      </w:r>
      <w:proofErr w:type="spellStart"/>
      <w:r w:rsidRPr="00303A5A">
        <w:t>covered</w:t>
      </w:r>
      <w:proofErr w:type="spellEnd"/>
      <w:r w:rsidRPr="00303A5A">
        <w:t xml:space="preserve"> </w:t>
      </w:r>
      <w:proofErr w:type="spellStart"/>
      <w:r w:rsidRPr="00303A5A">
        <w:t>with</w:t>
      </w:r>
      <w:proofErr w:type="spellEnd"/>
      <w:r w:rsidRPr="00303A5A">
        <w:t xml:space="preserve"> </w:t>
      </w:r>
      <w:proofErr w:type="spellStart"/>
      <w:r w:rsidRPr="00303A5A">
        <w:t>fibre</w:t>
      </w:r>
      <w:proofErr w:type="spellEnd"/>
      <w:r w:rsidRPr="00303A5A">
        <w:t>.</w:t>
      </w:r>
    </w:p>
    <w:p w:rsidR="00E76688" w:rsidRPr="00303A5A" w:rsidRDefault="00E76688" w:rsidP="00303A5A">
      <w:pPr>
        <w:pStyle w:val="8ParrafoCaracttec"/>
      </w:pPr>
      <w:proofErr w:type="spellStart"/>
      <w:r w:rsidRPr="00303A5A">
        <w:t>Feet</w:t>
      </w:r>
      <w:proofErr w:type="spellEnd"/>
      <w:r w:rsidRPr="00303A5A">
        <w:t xml:space="preserve">: F1 </w:t>
      </w:r>
      <w:proofErr w:type="spellStart"/>
      <w:r w:rsidRPr="00303A5A">
        <w:t>electroplated</w:t>
      </w:r>
      <w:proofErr w:type="spellEnd"/>
      <w:r w:rsidRPr="00303A5A">
        <w:t xml:space="preserve"> </w:t>
      </w:r>
      <w:proofErr w:type="spellStart"/>
      <w:r w:rsidRPr="00303A5A">
        <w:t>steel</w:t>
      </w:r>
      <w:proofErr w:type="spellEnd"/>
      <w:r w:rsidRPr="00303A5A">
        <w:t xml:space="preserve"> </w:t>
      </w:r>
      <w:proofErr w:type="spellStart"/>
      <w:r w:rsidRPr="00303A5A">
        <w:t>bars</w:t>
      </w:r>
      <w:proofErr w:type="spellEnd"/>
      <w:r w:rsidRPr="00303A5A">
        <w:t xml:space="preserve"> in </w:t>
      </w:r>
      <w:proofErr w:type="spellStart"/>
      <w:r w:rsidRPr="00303A5A">
        <w:t>copper</w:t>
      </w:r>
      <w:proofErr w:type="spellEnd"/>
      <w:r w:rsidRPr="00303A5A">
        <w:t xml:space="preserve"> </w:t>
      </w:r>
      <w:proofErr w:type="spellStart"/>
      <w:r w:rsidRPr="00303A5A">
        <w:t>or</w:t>
      </w:r>
      <w:proofErr w:type="spellEnd"/>
      <w:r w:rsidRPr="00303A5A">
        <w:t xml:space="preserve"> </w:t>
      </w:r>
      <w:proofErr w:type="spellStart"/>
      <w:r w:rsidRPr="00303A5A">
        <w:t>graphite</w:t>
      </w:r>
      <w:proofErr w:type="spellEnd"/>
      <w:r w:rsidRPr="00303A5A">
        <w:t xml:space="preserve"> </w:t>
      </w:r>
      <w:proofErr w:type="spellStart"/>
      <w:r w:rsidRPr="00303A5A">
        <w:t>with</w:t>
      </w:r>
      <w:proofErr w:type="spellEnd"/>
      <w:r w:rsidRPr="00303A5A">
        <w:t xml:space="preserve"> </w:t>
      </w:r>
      <w:proofErr w:type="spellStart"/>
      <w:r w:rsidRPr="00303A5A">
        <w:t>glides</w:t>
      </w:r>
      <w:proofErr w:type="spellEnd"/>
      <w:r w:rsidRPr="00303A5A">
        <w:t xml:space="preserve">. </w:t>
      </w:r>
    </w:p>
    <w:p w:rsidR="00E76688" w:rsidRPr="00303A5A" w:rsidRDefault="00E76688" w:rsidP="00303A5A">
      <w:pPr>
        <w:pStyle w:val="8ParrafoCaracttec"/>
      </w:pPr>
      <w:proofErr w:type="spellStart"/>
      <w:r w:rsidRPr="00303A5A">
        <w:t>Scatter</w:t>
      </w:r>
      <w:proofErr w:type="spellEnd"/>
      <w:r w:rsidRPr="00303A5A">
        <w:t xml:space="preserve"> </w:t>
      </w:r>
      <w:proofErr w:type="spellStart"/>
      <w:r w:rsidRPr="00303A5A">
        <w:t>cushions</w:t>
      </w:r>
      <w:proofErr w:type="spellEnd"/>
      <w:r w:rsidRPr="00303A5A">
        <w:t xml:space="preserve">: </w:t>
      </w:r>
      <w:proofErr w:type="spellStart"/>
      <w:r w:rsidRPr="00303A5A">
        <w:t>cotton</w:t>
      </w:r>
      <w:proofErr w:type="spellEnd"/>
      <w:r w:rsidRPr="00303A5A">
        <w:t xml:space="preserve"> </w:t>
      </w:r>
      <w:proofErr w:type="spellStart"/>
      <w:r w:rsidRPr="00303A5A">
        <w:t>cover</w:t>
      </w:r>
      <w:proofErr w:type="spellEnd"/>
      <w:r w:rsidRPr="00303A5A">
        <w:t xml:space="preserve"> </w:t>
      </w:r>
      <w:proofErr w:type="spellStart"/>
      <w:r w:rsidRPr="00303A5A">
        <w:t>filled</w:t>
      </w:r>
      <w:proofErr w:type="spellEnd"/>
      <w:r w:rsidRPr="00303A5A">
        <w:t xml:space="preserve"> </w:t>
      </w:r>
      <w:proofErr w:type="spellStart"/>
      <w:r w:rsidRPr="00303A5A">
        <w:t>with</w:t>
      </w:r>
      <w:proofErr w:type="spellEnd"/>
      <w:r w:rsidRPr="00303A5A">
        <w:t xml:space="preserve"> </w:t>
      </w:r>
      <w:proofErr w:type="spellStart"/>
      <w:r w:rsidRPr="00303A5A">
        <w:t>FiberDream</w:t>
      </w:r>
      <w:proofErr w:type="spellEnd"/>
      <w:r w:rsidRPr="00303A5A">
        <w:t xml:space="preserve"> (</w:t>
      </w:r>
      <w:proofErr w:type="spellStart"/>
      <w:r w:rsidRPr="00303A5A">
        <w:t>down-like</w:t>
      </w:r>
      <w:proofErr w:type="spellEnd"/>
      <w:r w:rsidRPr="00303A5A">
        <w:t xml:space="preserve"> </w:t>
      </w:r>
      <w:proofErr w:type="spellStart"/>
      <w:r w:rsidRPr="00303A5A">
        <w:t>microfiber</w:t>
      </w:r>
      <w:proofErr w:type="spellEnd"/>
      <w:r w:rsidRPr="00303A5A">
        <w:t xml:space="preserve">). </w:t>
      </w:r>
    </w:p>
    <w:p w:rsidR="00DA3B4B" w:rsidRPr="00DA3B4B" w:rsidRDefault="00270124" w:rsidP="005B3DF9">
      <w:pPr>
        <w:pStyle w:val="6TITULOCARACTSANCAL"/>
      </w:pPr>
      <w:r>
        <w:rPr>
          <w:rFonts w:ascii="Myriad Pro Light" w:hAnsi="Myriad Pro Light"/>
        </w:rPr>
        <w:br w:type="page"/>
      </w:r>
      <w:r w:rsidR="00DA3B4B" w:rsidRPr="00DA3B4B">
        <w:lastRenderedPageBreak/>
        <w:t>CARACTERISTIQUES TECHNIQUES</w:t>
      </w:r>
    </w:p>
    <w:p w:rsidR="00DA3B4B" w:rsidRPr="00810819" w:rsidRDefault="00DA3B4B" w:rsidP="001532ED">
      <w:pPr>
        <w:pStyle w:val="7TELA"/>
      </w:pPr>
      <w:r w:rsidRPr="00810819">
        <w:t>TISSU ET CUIR</w:t>
      </w:r>
    </w:p>
    <w:p w:rsidR="006858BB" w:rsidRPr="00303A5A" w:rsidRDefault="006858BB" w:rsidP="00303A5A">
      <w:pPr>
        <w:pStyle w:val="8ParrafoCaracttec"/>
      </w:pPr>
      <w:proofErr w:type="spellStart"/>
      <w:r w:rsidRPr="00303A5A">
        <w:t>Housse</w:t>
      </w:r>
      <w:proofErr w:type="spellEnd"/>
      <w:r w:rsidRPr="00303A5A">
        <w:t xml:space="preserve"> </w:t>
      </w:r>
      <w:proofErr w:type="spellStart"/>
      <w:r w:rsidRPr="00303A5A">
        <w:t>textile</w:t>
      </w:r>
      <w:proofErr w:type="spellEnd"/>
      <w:r w:rsidRPr="00303A5A">
        <w:t xml:space="preserve"> et </w:t>
      </w:r>
      <w:proofErr w:type="spellStart"/>
      <w:r w:rsidRPr="00303A5A">
        <w:t>cuir</w:t>
      </w:r>
      <w:proofErr w:type="spellEnd"/>
      <w:r w:rsidRPr="00303A5A">
        <w:t xml:space="preserve">: 100% </w:t>
      </w:r>
      <w:proofErr w:type="spellStart"/>
      <w:r w:rsidRPr="00303A5A">
        <w:t>déhoussable</w:t>
      </w:r>
      <w:proofErr w:type="spellEnd"/>
    </w:p>
    <w:p w:rsidR="006858BB" w:rsidRPr="00303A5A" w:rsidRDefault="006858BB" w:rsidP="00303A5A">
      <w:pPr>
        <w:pStyle w:val="8ParrafoCaracttec"/>
      </w:pPr>
      <w:proofErr w:type="spellStart"/>
      <w:r w:rsidRPr="00303A5A">
        <w:t>Structure</w:t>
      </w:r>
      <w:proofErr w:type="spellEnd"/>
      <w:r w:rsidRPr="00303A5A">
        <w:t xml:space="preserve"> interne: </w:t>
      </w:r>
      <w:proofErr w:type="spellStart"/>
      <w:r w:rsidRPr="00303A5A">
        <w:t>tube</w:t>
      </w:r>
      <w:proofErr w:type="spellEnd"/>
      <w:r w:rsidRPr="00303A5A">
        <w:t xml:space="preserve"> en </w:t>
      </w:r>
      <w:proofErr w:type="spellStart"/>
      <w:r w:rsidRPr="00303A5A">
        <w:t>acier</w:t>
      </w:r>
      <w:proofErr w:type="spellEnd"/>
      <w:r w:rsidRPr="00303A5A">
        <w:t xml:space="preserve"> F-1 </w:t>
      </w:r>
      <w:proofErr w:type="spellStart"/>
      <w:r w:rsidRPr="00303A5A">
        <w:t>peint</w:t>
      </w:r>
      <w:proofErr w:type="spellEnd"/>
      <w:r w:rsidRPr="00303A5A">
        <w:t xml:space="preserve">  </w:t>
      </w:r>
      <w:proofErr w:type="spellStart"/>
      <w:r w:rsidRPr="00303A5A">
        <w:t>époxy</w:t>
      </w:r>
      <w:proofErr w:type="spellEnd"/>
      <w:r w:rsidRPr="00303A5A">
        <w:t xml:space="preserve"> </w:t>
      </w:r>
      <w:proofErr w:type="spellStart"/>
      <w:r w:rsidRPr="00303A5A">
        <w:t>noir</w:t>
      </w:r>
      <w:proofErr w:type="spellEnd"/>
      <w:r w:rsidRPr="00303A5A">
        <w:t xml:space="preserve">, </w:t>
      </w:r>
      <w:proofErr w:type="spellStart"/>
      <w:r w:rsidRPr="00303A5A">
        <w:t>avec</w:t>
      </w:r>
      <w:proofErr w:type="spellEnd"/>
      <w:r w:rsidRPr="00303A5A">
        <w:t xml:space="preserve"> </w:t>
      </w:r>
      <w:proofErr w:type="spellStart"/>
      <w:r w:rsidRPr="00303A5A">
        <w:t>ressorts</w:t>
      </w:r>
      <w:proofErr w:type="spellEnd"/>
      <w:r w:rsidRPr="00303A5A">
        <w:t xml:space="preserve"> </w:t>
      </w:r>
      <w:proofErr w:type="spellStart"/>
      <w:r w:rsidRPr="00303A5A">
        <w:t>métalliques</w:t>
      </w:r>
      <w:proofErr w:type="spellEnd"/>
      <w:r w:rsidRPr="00303A5A">
        <w:t>.</w:t>
      </w:r>
    </w:p>
    <w:p w:rsidR="006858BB" w:rsidRPr="00303A5A" w:rsidRDefault="006858BB" w:rsidP="00303A5A">
      <w:pPr>
        <w:pStyle w:val="8ParrafoCaracttec"/>
      </w:pPr>
      <w:proofErr w:type="spellStart"/>
      <w:r w:rsidRPr="00303A5A">
        <w:t>Coussin</w:t>
      </w:r>
      <w:proofErr w:type="spellEnd"/>
      <w:r w:rsidRPr="00303A5A">
        <w:t xml:space="preserve"> </w:t>
      </w:r>
      <w:proofErr w:type="spellStart"/>
      <w:r w:rsidRPr="00303A5A">
        <w:t>d’assise</w:t>
      </w:r>
      <w:proofErr w:type="spellEnd"/>
      <w:r w:rsidRPr="00303A5A">
        <w:t xml:space="preserve">: </w:t>
      </w:r>
      <w:proofErr w:type="spellStart"/>
      <w:r w:rsidRPr="00303A5A">
        <w:t>structure</w:t>
      </w:r>
      <w:proofErr w:type="spellEnd"/>
      <w:r w:rsidRPr="00303A5A">
        <w:t xml:space="preserve"> interne en pin et mousses de </w:t>
      </w:r>
      <w:proofErr w:type="spellStart"/>
      <w:r w:rsidRPr="00303A5A">
        <w:t>différentes</w:t>
      </w:r>
      <w:proofErr w:type="spellEnd"/>
      <w:r w:rsidRPr="00303A5A">
        <w:t xml:space="preserve"> </w:t>
      </w:r>
      <w:proofErr w:type="spellStart"/>
      <w:r w:rsidRPr="00303A5A">
        <w:t>densités</w:t>
      </w:r>
      <w:proofErr w:type="spellEnd"/>
      <w:r w:rsidRPr="00303A5A">
        <w:t xml:space="preserve"> (SD 40kg, CMHR 30kg et </w:t>
      </w:r>
      <w:proofErr w:type="spellStart"/>
      <w:r w:rsidRPr="00303A5A">
        <w:t>viscoélastique</w:t>
      </w:r>
      <w:proofErr w:type="spellEnd"/>
      <w:r w:rsidRPr="00303A5A">
        <w:t xml:space="preserve"> </w:t>
      </w:r>
      <w:proofErr w:type="spellStart"/>
      <w:r w:rsidRPr="00303A5A">
        <w:t>souple</w:t>
      </w:r>
      <w:proofErr w:type="spellEnd"/>
      <w:r w:rsidRPr="00303A5A">
        <w:t xml:space="preserve">), </w:t>
      </w:r>
      <w:proofErr w:type="spellStart"/>
      <w:r w:rsidRPr="00303A5A">
        <w:t>recouvert</w:t>
      </w:r>
      <w:proofErr w:type="spellEnd"/>
      <w:r w:rsidRPr="00303A5A">
        <w:t xml:space="preserve"> </w:t>
      </w:r>
      <w:proofErr w:type="spellStart"/>
      <w:r w:rsidRPr="00303A5A">
        <w:t>d’une</w:t>
      </w:r>
      <w:proofErr w:type="spellEnd"/>
      <w:r w:rsidRPr="00303A5A">
        <w:t xml:space="preserve"> </w:t>
      </w:r>
      <w:proofErr w:type="spellStart"/>
      <w:r w:rsidRPr="00303A5A">
        <w:t>housse</w:t>
      </w:r>
      <w:proofErr w:type="spellEnd"/>
      <w:r w:rsidRPr="00303A5A">
        <w:t xml:space="preserve"> </w:t>
      </w:r>
      <w:proofErr w:type="spellStart"/>
      <w:r w:rsidRPr="00303A5A">
        <w:t>velours</w:t>
      </w:r>
      <w:proofErr w:type="spellEnd"/>
      <w:r w:rsidRPr="00303A5A">
        <w:t xml:space="preserve"> </w:t>
      </w:r>
      <w:proofErr w:type="spellStart"/>
      <w:r w:rsidRPr="00303A5A">
        <w:t>avec</w:t>
      </w:r>
      <w:proofErr w:type="spellEnd"/>
      <w:r w:rsidRPr="00303A5A">
        <w:t xml:space="preserve"> </w:t>
      </w:r>
      <w:proofErr w:type="spellStart"/>
      <w:r w:rsidRPr="00303A5A">
        <w:t>fibre</w:t>
      </w:r>
      <w:proofErr w:type="spellEnd"/>
      <w:r w:rsidRPr="00303A5A">
        <w:t>.</w:t>
      </w:r>
    </w:p>
    <w:p w:rsidR="006858BB" w:rsidRPr="00303A5A" w:rsidRDefault="006858BB" w:rsidP="00303A5A">
      <w:pPr>
        <w:pStyle w:val="8ParrafoCaracttec"/>
      </w:pPr>
      <w:proofErr w:type="spellStart"/>
      <w:r w:rsidRPr="00303A5A">
        <w:t>Coussin</w:t>
      </w:r>
      <w:proofErr w:type="spellEnd"/>
      <w:r w:rsidRPr="00303A5A">
        <w:t xml:space="preserve"> de dos, </w:t>
      </w:r>
      <w:proofErr w:type="spellStart"/>
      <w:r w:rsidRPr="00303A5A">
        <w:t>bras</w:t>
      </w:r>
      <w:proofErr w:type="spellEnd"/>
      <w:r w:rsidRPr="00303A5A">
        <w:t xml:space="preserve"> </w:t>
      </w:r>
      <w:proofErr w:type="spellStart"/>
      <w:r w:rsidRPr="00303A5A">
        <w:t>haut</w:t>
      </w:r>
      <w:proofErr w:type="spellEnd"/>
      <w:r w:rsidRPr="00303A5A">
        <w:t xml:space="preserve"> et </w:t>
      </w:r>
      <w:proofErr w:type="spellStart"/>
      <w:r w:rsidRPr="00303A5A">
        <w:t>bras</w:t>
      </w:r>
      <w:proofErr w:type="spellEnd"/>
      <w:r w:rsidRPr="00303A5A">
        <w:t xml:space="preserve"> </w:t>
      </w:r>
      <w:proofErr w:type="spellStart"/>
      <w:r w:rsidRPr="00303A5A">
        <w:t>d’angle</w:t>
      </w:r>
      <w:proofErr w:type="spellEnd"/>
      <w:r w:rsidRPr="00303A5A">
        <w:t xml:space="preserve">: </w:t>
      </w:r>
      <w:proofErr w:type="spellStart"/>
      <w:r w:rsidRPr="00303A5A">
        <w:t>structure</w:t>
      </w:r>
      <w:proofErr w:type="spellEnd"/>
      <w:r w:rsidRPr="00303A5A">
        <w:t xml:space="preserve"> interne </w:t>
      </w:r>
      <w:r w:rsidR="00921472">
        <w:t xml:space="preserve">en </w:t>
      </w:r>
      <w:proofErr w:type="spellStart"/>
      <w:r w:rsidR="00921472">
        <w:t>bois</w:t>
      </w:r>
      <w:proofErr w:type="spellEnd"/>
      <w:r w:rsidR="00921472">
        <w:t xml:space="preserve"> et médium</w:t>
      </w:r>
      <w:r w:rsidRPr="00303A5A">
        <w:t xml:space="preserve">, et mousses de </w:t>
      </w:r>
      <w:proofErr w:type="spellStart"/>
      <w:r w:rsidRPr="00303A5A">
        <w:t>différentes</w:t>
      </w:r>
      <w:proofErr w:type="spellEnd"/>
      <w:r w:rsidRPr="00303A5A">
        <w:t xml:space="preserve"> </w:t>
      </w:r>
      <w:proofErr w:type="spellStart"/>
      <w:r w:rsidRPr="00303A5A">
        <w:t>densités</w:t>
      </w:r>
      <w:proofErr w:type="spellEnd"/>
      <w:r w:rsidRPr="00303A5A">
        <w:t xml:space="preserve">, et </w:t>
      </w:r>
      <w:proofErr w:type="spellStart"/>
      <w:r w:rsidRPr="00303A5A">
        <w:t>coussin</w:t>
      </w:r>
      <w:proofErr w:type="spellEnd"/>
      <w:r w:rsidRPr="00303A5A">
        <w:t xml:space="preserve"> en </w:t>
      </w:r>
      <w:proofErr w:type="spellStart"/>
      <w:r w:rsidRPr="00303A5A">
        <w:t>fibre</w:t>
      </w:r>
      <w:proofErr w:type="spellEnd"/>
      <w:r w:rsidRPr="00303A5A">
        <w:t xml:space="preserve"> </w:t>
      </w:r>
      <w:proofErr w:type="spellStart"/>
      <w:r w:rsidRPr="00303A5A">
        <w:t>Fiberdream</w:t>
      </w:r>
      <w:proofErr w:type="spellEnd"/>
      <w:r w:rsidRPr="00303A5A">
        <w:t xml:space="preserve"> (</w:t>
      </w:r>
      <w:proofErr w:type="spellStart"/>
      <w:r w:rsidRPr="00303A5A">
        <w:t>microfibre</w:t>
      </w:r>
      <w:proofErr w:type="spellEnd"/>
      <w:r w:rsidRPr="00303A5A">
        <w:t xml:space="preserve"> </w:t>
      </w:r>
      <w:proofErr w:type="spellStart"/>
      <w:r w:rsidRPr="00303A5A">
        <w:t>toucher</w:t>
      </w:r>
      <w:proofErr w:type="spellEnd"/>
      <w:r w:rsidRPr="00303A5A">
        <w:t xml:space="preserve"> </w:t>
      </w:r>
      <w:proofErr w:type="spellStart"/>
      <w:r w:rsidRPr="00303A5A">
        <w:t>plume</w:t>
      </w:r>
      <w:proofErr w:type="spellEnd"/>
      <w:r w:rsidRPr="00303A5A">
        <w:t xml:space="preserve">). Le </w:t>
      </w:r>
      <w:proofErr w:type="spellStart"/>
      <w:r w:rsidRPr="00303A5A">
        <w:t>tout</w:t>
      </w:r>
      <w:proofErr w:type="spellEnd"/>
      <w:r w:rsidRPr="00303A5A">
        <w:t xml:space="preserve"> </w:t>
      </w:r>
      <w:proofErr w:type="spellStart"/>
      <w:r w:rsidRPr="00303A5A">
        <w:t>est</w:t>
      </w:r>
      <w:proofErr w:type="spellEnd"/>
      <w:r w:rsidRPr="00303A5A">
        <w:t xml:space="preserve"> </w:t>
      </w:r>
      <w:proofErr w:type="spellStart"/>
      <w:r w:rsidRPr="00303A5A">
        <w:t>recouvert</w:t>
      </w:r>
      <w:proofErr w:type="spellEnd"/>
      <w:r w:rsidRPr="00303A5A">
        <w:t xml:space="preserve"> </w:t>
      </w:r>
      <w:proofErr w:type="spellStart"/>
      <w:r w:rsidRPr="00303A5A">
        <w:t>d’une</w:t>
      </w:r>
      <w:proofErr w:type="spellEnd"/>
      <w:r w:rsidRPr="00303A5A">
        <w:t xml:space="preserve"> </w:t>
      </w:r>
      <w:proofErr w:type="spellStart"/>
      <w:r w:rsidRPr="00303A5A">
        <w:t>housse</w:t>
      </w:r>
      <w:proofErr w:type="spellEnd"/>
      <w:r w:rsidRPr="00303A5A">
        <w:t xml:space="preserve"> </w:t>
      </w:r>
      <w:proofErr w:type="spellStart"/>
      <w:r w:rsidRPr="00303A5A">
        <w:t>velours</w:t>
      </w:r>
      <w:proofErr w:type="spellEnd"/>
      <w:r w:rsidRPr="00303A5A">
        <w:t xml:space="preserve"> </w:t>
      </w:r>
      <w:proofErr w:type="spellStart"/>
      <w:r w:rsidRPr="00303A5A">
        <w:t>avec</w:t>
      </w:r>
      <w:proofErr w:type="spellEnd"/>
      <w:r w:rsidRPr="00303A5A">
        <w:t xml:space="preserve"> </w:t>
      </w:r>
      <w:proofErr w:type="spellStart"/>
      <w:r w:rsidRPr="00303A5A">
        <w:t>fibre</w:t>
      </w:r>
      <w:proofErr w:type="spellEnd"/>
      <w:r w:rsidRPr="00303A5A">
        <w:t>.</w:t>
      </w:r>
    </w:p>
    <w:p w:rsidR="006858BB" w:rsidRPr="00303A5A" w:rsidRDefault="006858BB" w:rsidP="00303A5A">
      <w:pPr>
        <w:pStyle w:val="8ParrafoCaracttec"/>
      </w:pPr>
      <w:proofErr w:type="spellStart"/>
      <w:r w:rsidRPr="00303A5A">
        <w:t>Coussin</w:t>
      </w:r>
      <w:proofErr w:type="spellEnd"/>
      <w:r w:rsidRPr="00303A5A">
        <w:t xml:space="preserve"> de </w:t>
      </w:r>
      <w:proofErr w:type="spellStart"/>
      <w:r w:rsidRPr="00303A5A">
        <w:t>bras</w:t>
      </w:r>
      <w:proofErr w:type="spellEnd"/>
      <w:r w:rsidRPr="00303A5A">
        <w:t xml:space="preserve"> </w:t>
      </w:r>
      <w:proofErr w:type="spellStart"/>
      <w:r w:rsidRPr="00303A5A">
        <w:t>long</w:t>
      </w:r>
      <w:proofErr w:type="spellEnd"/>
      <w:r w:rsidRPr="00303A5A">
        <w:t xml:space="preserve"> et </w:t>
      </w:r>
      <w:proofErr w:type="spellStart"/>
      <w:proofErr w:type="gramStart"/>
      <w:r w:rsidRPr="00303A5A">
        <w:t>court</w:t>
      </w:r>
      <w:proofErr w:type="spellEnd"/>
      <w:r w:rsidRPr="00303A5A">
        <w:t> :</w:t>
      </w:r>
      <w:proofErr w:type="gramEnd"/>
      <w:r w:rsidRPr="00303A5A">
        <w:t xml:space="preserve"> </w:t>
      </w:r>
      <w:proofErr w:type="spellStart"/>
      <w:r w:rsidRPr="00303A5A">
        <w:t>structure</w:t>
      </w:r>
      <w:proofErr w:type="spellEnd"/>
      <w:r w:rsidRPr="00303A5A">
        <w:t xml:space="preserve"> interne </w:t>
      </w:r>
      <w:r w:rsidR="00921472">
        <w:t xml:space="preserve">en </w:t>
      </w:r>
      <w:proofErr w:type="spellStart"/>
      <w:r w:rsidR="00921472">
        <w:t>bois</w:t>
      </w:r>
      <w:proofErr w:type="spellEnd"/>
      <w:r w:rsidR="00921472">
        <w:t xml:space="preserve"> et</w:t>
      </w:r>
      <w:bookmarkStart w:id="0" w:name="_GoBack"/>
      <w:bookmarkEnd w:id="0"/>
      <w:r w:rsidRPr="00303A5A">
        <w:t xml:space="preserve"> </w:t>
      </w:r>
      <w:proofErr w:type="spellStart"/>
      <w:r w:rsidRPr="00303A5A">
        <w:t>panneau</w:t>
      </w:r>
      <w:proofErr w:type="spellEnd"/>
      <w:r w:rsidRPr="00303A5A">
        <w:t xml:space="preserve"> </w:t>
      </w:r>
      <w:proofErr w:type="spellStart"/>
      <w:r w:rsidRPr="00303A5A">
        <w:t>composé</w:t>
      </w:r>
      <w:proofErr w:type="spellEnd"/>
      <w:r w:rsidRPr="00303A5A">
        <w:t xml:space="preserve"> de </w:t>
      </w:r>
      <w:proofErr w:type="spellStart"/>
      <w:r w:rsidRPr="00303A5A">
        <w:t>fibre</w:t>
      </w:r>
      <w:proofErr w:type="spellEnd"/>
      <w:r w:rsidRPr="00303A5A">
        <w:t xml:space="preserve"> de </w:t>
      </w:r>
      <w:proofErr w:type="spellStart"/>
      <w:r w:rsidRPr="00303A5A">
        <w:t>bois</w:t>
      </w:r>
      <w:proofErr w:type="spellEnd"/>
      <w:r w:rsidRPr="00303A5A">
        <w:t xml:space="preserve"> et de </w:t>
      </w:r>
      <w:proofErr w:type="spellStart"/>
      <w:r w:rsidRPr="00303A5A">
        <w:t>particules</w:t>
      </w:r>
      <w:proofErr w:type="spellEnd"/>
      <w:r w:rsidRPr="00303A5A">
        <w:t xml:space="preserve"> </w:t>
      </w:r>
      <w:proofErr w:type="spellStart"/>
      <w:r w:rsidRPr="00303A5A">
        <w:t>agglomérées</w:t>
      </w:r>
      <w:proofErr w:type="spellEnd"/>
      <w:r w:rsidRPr="00303A5A">
        <w:t xml:space="preserve">, et mousses de </w:t>
      </w:r>
      <w:proofErr w:type="spellStart"/>
      <w:r w:rsidRPr="00303A5A">
        <w:t>différentes</w:t>
      </w:r>
      <w:proofErr w:type="spellEnd"/>
      <w:r w:rsidRPr="00303A5A">
        <w:t xml:space="preserve"> </w:t>
      </w:r>
      <w:proofErr w:type="spellStart"/>
      <w:r w:rsidRPr="00303A5A">
        <w:t>densités</w:t>
      </w:r>
      <w:proofErr w:type="spellEnd"/>
      <w:r w:rsidRPr="00303A5A">
        <w:t xml:space="preserve">. Le </w:t>
      </w:r>
      <w:proofErr w:type="spellStart"/>
      <w:r w:rsidRPr="00303A5A">
        <w:t>tout</w:t>
      </w:r>
      <w:proofErr w:type="spellEnd"/>
      <w:r w:rsidRPr="00303A5A">
        <w:t xml:space="preserve"> </w:t>
      </w:r>
      <w:proofErr w:type="spellStart"/>
      <w:r w:rsidRPr="00303A5A">
        <w:t>est</w:t>
      </w:r>
      <w:proofErr w:type="spellEnd"/>
      <w:r w:rsidRPr="00303A5A">
        <w:t xml:space="preserve"> </w:t>
      </w:r>
      <w:proofErr w:type="spellStart"/>
      <w:r w:rsidRPr="00303A5A">
        <w:t>recouvert</w:t>
      </w:r>
      <w:proofErr w:type="spellEnd"/>
      <w:r w:rsidRPr="00303A5A">
        <w:t xml:space="preserve"> </w:t>
      </w:r>
      <w:proofErr w:type="spellStart"/>
      <w:r w:rsidRPr="00303A5A">
        <w:t>d’une</w:t>
      </w:r>
      <w:proofErr w:type="spellEnd"/>
      <w:r w:rsidRPr="00303A5A">
        <w:t xml:space="preserve"> </w:t>
      </w:r>
      <w:proofErr w:type="spellStart"/>
      <w:r w:rsidRPr="00303A5A">
        <w:t>housse</w:t>
      </w:r>
      <w:proofErr w:type="spellEnd"/>
      <w:r w:rsidRPr="00303A5A">
        <w:t xml:space="preserve"> </w:t>
      </w:r>
      <w:proofErr w:type="spellStart"/>
      <w:r w:rsidRPr="00303A5A">
        <w:t>velours</w:t>
      </w:r>
      <w:proofErr w:type="spellEnd"/>
      <w:r w:rsidRPr="00303A5A">
        <w:t xml:space="preserve"> </w:t>
      </w:r>
      <w:proofErr w:type="spellStart"/>
      <w:r w:rsidRPr="00303A5A">
        <w:t>avec</w:t>
      </w:r>
      <w:proofErr w:type="spellEnd"/>
      <w:r w:rsidRPr="00303A5A">
        <w:t xml:space="preserve"> </w:t>
      </w:r>
      <w:proofErr w:type="spellStart"/>
      <w:r w:rsidRPr="00303A5A">
        <w:t>fibre</w:t>
      </w:r>
      <w:proofErr w:type="spellEnd"/>
      <w:r w:rsidRPr="00303A5A">
        <w:t>.</w:t>
      </w:r>
    </w:p>
    <w:p w:rsidR="006858BB" w:rsidRPr="00303A5A" w:rsidRDefault="006858BB" w:rsidP="00303A5A">
      <w:pPr>
        <w:pStyle w:val="8ParrafoCaracttec"/>
      </w:pPr>
      <w:proofErr w:type="spellStart"/>
      <w:r w:rsidRPr="00303A5A">
        <w:t>Pieds</w:t>
      </w:r>
      <w:proofErr w:type="spellEnd"/>
      <w:r w:rsidRPr="00303A5A">
        <w:t xml:space="preserve">: </w:t>
      </w:r>
      <w:proofErr w:type="spellStart"/>
      <w:r w:rsidRPr="00303A5A">
        <w:t>acier</w:t>
      </w:r>
      <w:proofErr w:type="spellEnd"/>
      <w:r w:rsidRPr="00303A5A">
        <w:t xml:space="preserve"> </w:t>
      </w:r>
      <w:proofErr w:type="spellStart"/>
      <w:r w:rsidRPr="00303A5A">
        <w:t>massif</w:t>
      </w:r>
      <w:proofErr w:type="spellEnd"/>
      <w:r w:rsidRPr="00303A5A">
        <w:t xml:space="preserve"> F-1 </w:t>
      </w:r>
      <w:proofErr w:type="spellStart"/>
      <w:r w:rsidRPr="00303A5A">
        <w:t>finition</w:t>
      </w:r>
      <w:proofErr w:type="spellEnd"/>
      <w:r w:rsidRPr="00303A5A">
        <w:t xml:space="preserve"> </w:t>
      </w:r>
      <w:proofErr w:type="spellStart"/>
      <w:r w:rsidRPr="00303A5A">
        <w:t>au</w:t>
      </w:r>
      <w:proofErr w:type="spellEnd"/>
      <w:r w:rsidRPr="00303A5A">
        <w:t xml:space="preserve"> </w:t>
      </w:r>
      <w:proofErr w:type="spellStart"/>
      <w:r w:rsidRPr="00303A5A">
        <w:t>bain</w:t>
      </w:r>
      <w:proofErr w:type="spellEnd"/>
      <w:r w:rsidRPr="00303A5A">
        <w:t xml:space="preserve"> </w:t>
      </w:r>
      <w:proofErr w:type="spellStart"/>
      <w:r w:rsidRPr="00303A5A">
        <w:t>électrolytique</w:t>
      </w:r>
      <w:proofErr w:type="spellEnd"/>
      <w:r w:rsidRPr="00303A5A">
        <w:t xml:space="preserve"> </w:t>
      </w:r>
      <w:proofErr w:type="spellStart"/>
      <w:r w:rsidRPr="00303A5A">
        <w:t>cuivre</w:t>
      </w:r>
      <w:proofErr w:type="spellEnd"/>
      <w:r w:rsidRPr="00303A5A">
        <w:t xml:space="preserve"> </w:t>
      </w:r>
      <w:proofErr w:type="spellStart"/>
      <w:r w:rsidRPr="00303A5A">
        <w:t>ou</w:t>
      </w:r>
      <w:proofErr w:type="spellEnd"/>
      <w:r w:rsidRPr="00303A5A">
        <w:t xml:space="preserve"> </w:t>
      </w:r>
      <w:proofErr w:type="spellStart"/>
      <w:r w:rsidRPr="00303A5A">
        <w:t>graphite</w:t>
      </w:r>
      <w:proofErr w:type="spellEnd"/>
      <w:r w:rsidRPr="00303A5A">
        <w:t xml:space="preserve">, </w:t>
      </w:r>
      <w:proofErr w:type="spellStart"/>
      <w:r w:rsidRPr="00303A5A">
        <w:t>munis</w:t>
      </w:r>
      <w:proofErr w:type="spellEnd"/>
      <w:r w:rsidRPr="00303A5A">
        <w:t xml:space="preserve"> de </w:t>
      </w:r>
      <w:proofErr w:type="spellStart"/>
      <w:r w:rsidRPr="00303A5A">
        <w:t>taquets</w:t>
      </w:r>
      <w:proofErr w:type="spellEnd"/>
      <w:r w:rsidRPr="00303A5A">
        <w:t xml:space="preserve"> anti-</w:t>
      </w:r>
      <w:proofErr w:type="spellStart"/>
      <w:r w:rsidRPr="00303A5A">
        <w:t>bruits</w:t>
      </w:r>
      <w:proofErr w:type="spellEnd"/>
      <w:r w:rsidRPr="00303A5A">
        <w:t xml:space="preserve"> et </w:t>
      </w:r>
      <w:proofErr w:type="spellStart"/>
      <w:r w:rsidRPr="00303A5A">
        <w:t>antiglisse</w:t>
      </w:r>
      <w:proofErr w:type="spellEnd"/>
      <w:r w:rsidRPr="00303A5A">
        <w:t>.</w:t>
      </w:r>
    </w:p>
    <w:p w:rsidR="006858BB" w:rsidRPr="00303A5A" w:rsidRDefault="006858BB" w:rsidP="00303A5A">
      <w:pPr>
        <w:pStyle w:val="8ParrafoCaracttec"/>
      </w:pPr>
      <w:proofErr w:type="spellStart"/>
      <w:r w:rsidRPr="00303A5A">
        <w:t>Coussins</w:t>
      </w:r>
      <w:proofErr w:type="spellEnd"/>
      <w:r w:rsidRPr="00303A5A">
        <w:t xml:space="preserve"> de </w:t>
      </w:r>
      <w:proofErr w:type="spellStart"/>
      <w:proofErr w:type="gramStart"/>
      <w:r w:rsidRPr="00303A5A">
        <w:t>décoration</w:t>
      </w:r>
      <w:proofErr w:type="spellEnd"/>
      <w:r w:rsidRPr="00303A5A">
        <w:t> :</w:t>
      </w:r>
      <w:proofErr w:type="gramEnd"/>
      <w:r w:rsidRPr="00303A5A">
        <w:t xml:space="preserve"> </w:t>
      </w:r>
      <w:proofErr w:type="spellStart"/>
      <w:r w:rsidRPr="00303A5A">
        <w:t>housse</w:t>
      </w:r>
      <w:proofErr w:type="spellEnd"/>
      <w:r w:rsidRPr="00303A5A">
        <w:t xml:space="preserve"> </w:t>
      </w:r>
      <w:proofErr w:type="spellStart"/>
      <w:r w:rsidRPr="00303A5A">
        <w:t>coton</w:t>
      </w:r>
      <w:proofErr w:type="spellEnd"/>
      <w:r w:rsidRPr="00303A5A">
        <w:t xml:space="preserve"> </w:t>
      </w:r>
      <w:proofErr w:type="spellStart"/>
      <w:r w:rsidRPr="00303A5A">
        <w:t>garnie</w:t>
      </w:r>
      <w:proofErr w:type="spellEnd"/>
      <w:r w:rsidRPr="00303A5A">
        <w:t xml:space="preserve"> de </w:t>
      </w:r>
      <w:proofErr w:type="spellStart"/>
      <w:r w:rsidRPr="00303A5A">
        <w:t>fibre</w:t>
      </w:r>
      <w:proofErr w:type="spellEnd"/>
      <w:r w:rsidRPr="00303A5A">
        <w:t xml:space="preserve"> </w:t>
      </w:r>
      <w:proofErr w:type="spellStart"/>
      <w:r w:rsidRPr="00303A5A">
        <w:t>Fiberdream</w:t>
      </w:r>
      <w:proofErr w:type="spellEnd"/>
      <w:r w:rsidRPr="00303A5A">
        <w:t>.</w:t>
      </w:r>
    </w:p>
    <w:p w:rsidR="00DA3B4B" w:rsidRPr="00DA3B4B" w:rsidRDefault="00DA3B4B" w:rsidP="00C373CE">
      <w:pPr>
        <w:pStyle w:val="8ParrafoCaracttec"/>
      </w:pPr>
    </w:p>
    <w:sectPr w:rsidR="00DA3B4B" w:rsidRPr="00DA3B4B" w:rsidSect="00FE75C6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0F4088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115A6485"/>
    <w:multiLevelType w:val="hybridMultilevel"/>
    <w:tmpl w:val="0A885232"/>
    <w:lvl w:ilvl="0" w:tplc="82B8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C0593"/>
    <w:multiLevelType w:val="hybridMultilevel"/>
    <w:tmpl w:val="363862C4"/>
    <w:lvl w:ilvl="0" w:tplc="92147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BD"/>
    <w:rsid w:val="00010E11"/>
    <w:rsid w:val="00034871"/>
    <w:rsid w:val="00057181"/>
    <w:rsid w:val="000A4D25"/>
    <w:rsid w:val="000B2292"/>
    <w:rsid w:val="000D5FDC"/>
    <w:rsid w:val="000E0561"/>
    <w:rsid w:val="000E0E04"/>
    <w:rsid w:val="000E1D4C"/>
    <w:rsid w:val="001532ED"/>
    <w:rsid w:val="00164E2A"/>
    <w:rsid w:val="001651F9"/>
    <w:rsid w:val="001C72E2"/>
    <w:rsid w:val="001D238B"/>
    <w:rsid w:val="00205466"/>
    <w:rsid w:val="0023542E"/>
    <w:rsid w:val="002462DB"/>
    <w:rsid w:val="00270124"/>
    <w:rsid w:val="002804FC"/>
    <w:rsid w:val="002C1015"/>
    <w:rsid w:val="002C7D6E"/>
    <w:rsid w:val="002D446D"/>
    <w:rsid w:val="002F3019"/>
    <w:rsid w:val="00303A5A"/>
    <w:rsid w:val="00325BD3"/>
    <w:rsid w:val="00332FF4"/>
    <w:rsid w:val="003756B8"/>
    <w:rsid w:val="00392C3C"/>
    <w:rsid w:val="00464FEF"/>
    <w:rsid w:val="00477580"/>
    <w:rsid w:val="004B5667"/>
    <w:rsid w:val="004B7A9B"/>
    <w:rsid w:val="004D5328"/>
    <w:rsid w:val="004E088B"/>
    <w:rsid w:val="005154A4"/>
    <w:rsid w:val="00520432"/>
    <w:rsid w:val="00543424"/>
    <w:rsid w:val="0055682E"/>
    <w:rsid w:val="0056312A"/>
    <w:rsid w:val="00574726"/>
    <w:rsid w:val="005B3DF9"/>
    <w:rsid w:val="005C0BB2"/>
    <w:rsid w:val="005C5962"/>
    <w:rsid w:val="00637568"/>
    <w:rsid w:val="006435B4"/>
    <w:rsid w:val="00653396"/>
    <w:rsid w:val="0066634B"/>
    <w:rsid w:val="006858BB"/>
    <w:rsid w:val="006A4A38"/>
    <w:rsid w:val="006C1F43"/>
    <w:rsid w:val="006D0ACE"/>
    <w:rsid w:val="006D4B55"/>
    <w:rsid w:val="0072337F"/>
    <w:rsid w:val="007622BA"/>
    <w:rsid w:val="00764473"/>
    <w:rsid w:val="00771332"/>
    <w:rsid w:val="007939D0"/>
    <w:rsid w:val="00797E80"/>
    <w:rsid w:val="007A383D"/>
    <w:rsid w:val="007D7546"/>
    <w:rsid w:val="007E4A93"/>
    <w:rsid w:val="007E73C1"/>
    <w:rsid w:val="00810819"/>
    <w:rsid w:val="00811D58"/>
    <w:rsid w:val="00812401"/>
    <w:rsid w:val="008259C5"/>
    <w:rsid w:val="0085691A"/>
    <w:rsid w:val="008667AF"/>
    <w:rsid w:val="008A15FC"/>
    <w:rsid w:val="008A3453"/>
    <w:rsid w:val="008C3414"/>
    <w:rsid w:val="008E63B4"/>
    <w:rsid w:val="00912180"/>
    <w:rsid w:val="00921472"/>
    <w:rsid w:val="00984BCE"/>
    <w:rsid w:val="00997414"/>
    <w:rsid w:val="009C50BF"/>
    <w:rsid w:val="00A11ED7"/>
    <w:rsid w:val="00A51EA1"/>
    <w:rsid w:val="00AB18FF"/>
    <w:rsid w:val="00AE7F36"/>
    <w:rsid w:val="00B221BB"/>
    <w:rsid w:val="00B531BE"/>
    <w:rsid w:val="00BA0350"/>
    <w:rsid w:val="00BA40A2"/>
    <w:rsid w:val="00BD6976"/>
    <w:rsid w:val="00BF5215"/>
    <w:rsid w:val="00C373CE"/>
    <w:rsid w:val="00C67AC5"/>
    <w:rsid w:val="00C95888"/>
    <w:rsid w:val="00C96424"/>
    <w:rsid w:val="00CC32C8"/>
    <w:rsid w:val="00CC62E1"/>
    <w:rsid w:val="00D47FBD"/>
    <w:rsid w:val="00D93D67"/>
    <w:rsid w:val="00DA3B4B"/>
    <w:rsid w:val="00DC2327"/>
    <w:rsid w:val="00DC4366"/>
    <w:rsid w:val="00E41196"/>
    <w:rsid w:val="00E42144"/>
    <w:rsid w:val="00E63A8F"/>
    <w:rsid w:val="00E76688"/>
    <w:rsid w:val="00E77DB9"/>
    <w:rsid w:val="00E91C6B"/>
    <w:rsid w:val="00EA2450"/>
    <w:rsid w:val="00EE35B9"/>
    <w:rsid w:val="00F9444A"/>
    <w:rsid w:val="00FA1474"/>
    <w:rsid w:val="00F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A34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ParrafoCaracttec">
    <w:name w:val="8 Parrafo Caract tec"/>
    <w:basedOn w:val="2PARRAFONORMALSANCAL"/>
    <w:qFormat/>
    <w:rsid w:val="00057181"/>
    <w:rPr>
      <w:lang w:val="es-ES_tradnl"/>
    </w:rPr>
  </w:style>
  <w:style w:type="character" w:styleId="Refdecomentario">
    <w:name w:val="annotation reference"/>
    <w:basedOn w:val="Fuentedeprrafopredeter"/>
    <w:semiHidden/>
    <w:unhideWhenUsed/>
    <w:rsid w:val="006D0A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0A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0A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0A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0AC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ACE"/>
    <w:rPr>
      <w:rFonts w:ascii="Tahoma" w:hAnsi="Tahoma" w:cs="Tahoma"/>
      <w:sz w:val="16"/>
      <w:szCs w:val="16"/>
    </w:rPr>
  </w:style>
  <w:style w:type="paragraph" w:customStyle="1" w:styleId="1TITULOSANCAL">
    <w:name w:val="1 TITULO SANCAL"/>
    <w:qFormat/>
    <w:rsid w:val="006D4B55"/>
    <w:pPr>
      <w:spacing w:after="120"/>
    </w:pPr>
    <w:rPr>
      <w:rFonts w:ascii="Arial" w:hAnsi="Arial" w:cs="Myriad Pro Light"/>
      <w:b/>
      <w:caps/>
      <w:color w:val="000000"/>
      <w:sz w:val="14"/>
      <w:szCs w:val="14"/>
      <w:lang w:val="es-ES_tradnl"/>
    </w:rPr>
  </w:style>
  <w:style w:type="paragraph" w:customStyle="1" w:styleId="2PARRAFONORMALSANCAL">
    <w:name w:val="2 PARRAFO NORMAL SANCAL"/>
    <w:qFormat/>
    <w:rsid w:val="00984BCE"/>
    <w:pPr>
      <w:spacing w:after="0"/>
    </w:pPr>
    <w:rPr>
      <w:rFonts w:ascii="Arial" w:hAnsi="Arial"/>
      <w:sz w:val="14"/>
    </w:rPr>
  </w:style>
  <w:style w:type="paragraph" w:customStyle="1" w:styleId="3PARRAFONORMALCURSIVASANCAL">
    <w:name w:val="3 PARRAFO NORMAL CURSIVA SANCAL"/>
    <w:basedOn w:val="2PARRAFONORMALSANCAL"/>
    <w:qFormat/>
    <w:rsid w:val="00520432"/>
    <w:rPr>
      <w:i/>
    </w:rPr>
  </w:style>
  <w:style w:type="paragraph" w:customStyle="1" w:styleId="parrafopiel">
    <w:name w:val="parrafo piel"/>
    <w:basedOn w:val="8ParrafoCaracttec"/>
    <w:rsid w:val="00810819"/>
    <w:rPr>
      <w:color w:val="A6A6A6" w:themeColor="background1" w:themeShade="A6"/>
    </w:rPr>
  </w:style>
  <w:style w:type="paragraph" w:customStyle="1" w:styleId="4TITULOIMPORTANTE">
    <w:name w:val="4 TITULO IMPORTANTE"/>
    <w:basedOn w:val="1TITULOSANCAL"/>
    <w:qFormat/>
    <w:rsid w:val="00CC32C8"/>
    <w:pPr>
      <w:spacing w:before="360"/>
    </w:pPr>
    <w:rPr>
      <w:b w:val="0"/>
    </w:rPr>
  </w:style>
  <w:style w:type="paragraph" w:customStyle="1" w:styleId="5TEXTOIMPORTANTE">
    <w:name w:val="5 TEXTO IMPORTANTE"/>
    <w:basedOn w:val="2PARRAFONORMALSANCAL"/>
    <w:qFormat/>
    <w:rsid w:val="00CC32C8"/>
    <w:pPr>
      <w:spacing w:line="240" w:lineRule="auto"/>
    </w:pPr>
  </w:style>
  <w:style w:type="paragraph" w:customStyle="1" w:styleId="6TITULOCARACTSANCAL">
    <w:name w:val="6 TITULO CARACT SANCAL"/>
    <w:basedOn w:val="1TITULOSANCAL"/>
    <w:qFormat/>
    <w:rsid w:val="00CC32C8"/>
    <w:pPr>
      <w:spacing w:before="360"/>
    </w:pPr>
    <w:rPr>
      <w:b w:val="0"/>
    </w:rPr>
  </w:style>
  <w:style w:type="paragraph" w:customStyle="1" w:styleId="9PARRAFONORMALNEGRITACURSIVASANCAL">
    <w:name w:val="9 PARRAFO NORMAL NEGRITA CURSIVA SANCAL"/>
    <w:basedOn w:val="5TEXTOIMPORTANTE"/>
    <w:qFormat/>
    <w:rsid w:val="00520432"/>
    <w:rPr>
      <w:i/>
    </w:rPr>
  </w:style>
  <w:style w:type="paragraph" w:customStyle="1" w:styleId="10PIELTITULO">
    <w:name w:val="10 PIEL TITULO"/>
    <w:basedOn w:val="4TITULOIMPORTANTE"/>
    <w:qFormat/>
    <w:rsid w:val="00B221BB"/>
    <w:pPr>
      <w:spacing w:before="0"/>
    </w:pPr>
    <w:rPr>
      <w:color w:val="A6A6A6" w:themeColor="background1" w:themeShade="A6"/>
    </w:rPr>
  </w:style>
  <w:style w:type="paragraph" w:customStyle="1" w:styleId="11PIELPARRAFO">
    <w:name w:val="11 PIEL PARRAFO"/>
    <w:basedOn w:val="2PARRAFONORMALSANCAL"/>
    <w:qFormat/>
    <w:rsid w:val="00520432"/>
    <w:rPr>
      <w:color w:val="A6A6A6" w:themeColor="background1" w:themeShade="A6"/>
    </w:rPr>
  </w:style>
  <w:style w:type="paragraph" w:customStyle="1" w:styleId="7TELA">
    <w:name w:val="7 TELA"/>
    <w:basedOn w:val="4TITULOIMPORTANTE"/>
    <w:qFormat/>
    <w:rsid w:val="00CC32C8"/>
    <w:pPr>
      <w:spacing w:before="0"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D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0D5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A34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ParrafoCaracttec">
    <w:name w:val="8 Parrafo Caract tec"/>
    <w:basedOn w:val="2PARRAFONORMALSANCAL"/>
    <w:qFormat/>
    <w:rsid w:val="00057181"/>
    <w:rPr>
      <w:lang w:val="es-ES_tradnl"/>
    </w:rPr>
  </w:style>
  <w:style w:type="character" w:styleId="Refdecomentario">
    <w:name w:val="annotation reference"/>
    <w:basedOn w:val="Fuentedeprrafopredeter"/>
    <w:semiHidden/>
    <w:unhideWhenUsed/>
    <w:rsid w:val="006D0A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0A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0A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0A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0AC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ACE"/>
    <w:rPr>
      <w:rFonts w:ascii="Tahoma" w:hAnsi="Tahoma" w:cs="Tahoma"/>
      <w:sz w:val="16"/>
      <w:szCs w:val="16"/>
    </w:rPr>
  </w:style>
  <w:style w:type="paragraph" w:customStyle="1" w:styleId="1TITULOSANCAL">
    <w:name w:val="1 TITULO SANCAL"/>
    <w:qFormat/>
    <w:rsid w:val="006D4B55"/>
    <w:pPr>
      <w:spacing w:after="120"/>
    </w:pPr>
    <w:rPr>
      <w:rFonts w:ascii="Arial" w:hAnsi="Arial" w:cs="Myriad Pro Light"/>
      <w:b/>
      <w:caps/>
      <w:color w:val="000000"/>
      <w:sz w:val="14"/>
      <w:szCs w:val="14"/>
      <w:lang w:val="es-ES_tradnl"/>
    </w:rPr>
  </w:style>
  <w:style w:type="paragraph" w:customStyle="1" w:styleId="2PARRAFONORMALSANCAL">
    <w:name w:val="2 PARRAFO NORMAL SANCAL"/>
    <w:qFormat/>
    <w:rsid w:val="00984BCE"/>
    <w:pPr>
      <w:spacing w:after="0"/>
    </w:pPr>
    <w:rPr>
      <w:rFonts w:ascii="Arial" w:hAnsi="Arial"/>
      <w:sz w:val="14"/>
    </w:rPr>
  </w:style>
  <w:style w:type="paragraph" w:customStyle="1" w:styleId="3PARRAFONORMALCURSIVASANCAL">
    <w:name w:val="3 PARRAFO NORMAL CURSIVA SANCAL"/>
    <w:basedOn w:val="2PARRAFONORMALSANCAL"/>
    <w:qFormat/>
    <w:rsid w:val="00520432"/>
    <w:rPr>
      <w:i/>
    </w:rPr>
  </w:style>
  <w:style w:type="paragraph" w:customStyle="1" w:styleId="parrafopiel">
    <w:name w:val="parrafo piel"/>
    <w:basedOn w:val="8ParrafoCaracttec"/>
    <w:rsid w:val="00810819"/>
    <w:rPr>
      <w:color w:val="A6A6A6" w:themeColor="background1" w:themeShade="A6"/>
    </w:rPr>
  </w:style>
  <w:style w:type="paragraph" w:customStyle="1" w:styleId="4TITULOIMPORTANTE">
    <w:name w:val="4 TITULO IMPORTANTE"/>
    <w:basedOn w:val="1TITULOSANCAL"/>
    <w:qFormat/>
    <w:rsid w:val="00CC32C8"/>
    <w:pPr>
      <w:spacing w:before="360"/>
    </w:pPr>
    <w:rPr>
      <w:b w:val="0"/>
    </w:rPr>
  </w:style>
  <w:style w:type="paragraph" w:customStyle="1" w:styleId="5TEXTOIMPORTANTE">
    <w:name w:val="5 TEXTO IMPORTANTE"/>
    <w:basedOn w:val="2PARRAFONORMALSANCAL"/>
    <w:qFormat/>
    <w:rsid w:val="00CC32C8"/>
    <w:pPr>
      <w:spacing w:line="240" w:lineRule="auto"/>
    </w:pPr>
  </w:style>
  <w:style w:type="paragraph" w:customStyle="1" w:styleId="6TITULOCARACTSANCAL">
    <w:name w:val="6 TITULO CARACT SANCAL"/>
    <w:basedOn w:val="1TITULOSANCAL"/>
    <w:qFormat/>
    <w:rsid w:val="00CC32C8"/>
    <w:pPr>
      <w:spacing w:before="360"/>
    </w:pPr>
    <w:rPr>
      <w:b w:val="0"/>
    </w:rPr>
  </w:style>
  <w:style w:type="paragraph" w:customStyle="1" w:styleId="9PARRAFONORMALNEGRITACURSIVASANCAL">
    <w:name w:val="9 PARRAFO NORMAL NEGRITA CURSIVA SANCAL"/>
    <w:basedOn w:val="5TEXTOIMPORTANTE"/>
    <w:qFormat/>
    <w:rsid w:val="00520432"/>
    <w:rPr>
      <w:i/>
    </w:rPr>
  </w:style>
  <w:style w:type="paragraph" w:customStyle="1" w:styleId="10PIELTITULO">
    <w:name w:val="10 PIEL TITULO"/>
    <w:basedOn w:val="4TITULOIMPORTANTE"/>
    <w:qFormat/>
    <w:rsid w:val="00B221BB"/>
    <w:pPr>
      <w:spacing w:before="0"/>
    </w:pPr>
    <w:rPr>
      <w:color w:val="A6A6A6" w:themeColor="background1" w:themeShade="A6"/>
    </w:rPr>
  </w:style>
  <w:style w:type="paragraph" w:customStyle="1" w:styleId="11PIELPARRAFO">
    <w:name w:val="11 PIEL PARRAFO"/>
    <w:basedOn w:val="2PARRAFONORMALSANCAL"/>
    <w:qFormat/>
    <w:rsid w:val="00520432"/>
    <w:rPr>
      <w:color w:val="A6A6A6" w:themeColor="background1" w:themeShade="A6"/>
    </w:rPr>
  </w:style>
  <w:style w:type="paragraph" w:customStyle="1" w:styleId="7TELA">
    <w:name w:val="7 TELA"/>
    <w:basedOn w:val="4TITULOIMPORTANTE"/>
    <w:qFormat/>
    <w:rsid w:val="00CC32C8"/>
    <w:pPr>
      <w:spacing w:before="0"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D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0D5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dominguez\Desktop\Dise&#241;oJuanma\Cat&#225;logos_Tarifas\Tarifas\Feria_Milan\tarifa_feria_milan_2015\textos\plantilla_caracteristica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DE048-C576-4C7A-8C65-E42D6AFD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plantilla_caracteristicas.dotx</Template>
  <TotalTime>21</TotalTime>
  <Pages>3</Pages>
  <Words>405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Dominguez</dc:creator>
  <cp:lastModifiedBy>Juan Manuel Dominguez</cp:lastModifiedBy>
  <cp:revision>12</cp:revision>
  <dcterms:created xsi:type="dcterms:W3CDTF">2015-04-07T14:22:00Z</dcterms:created>
  <dcterms:modified xsi:type="dcterms:W3CDTF">2015-07-10T10:52:00Z</dcterms:modified>
</cp:coreProperties>
</file>